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5900" w14:paraId="2F8144F5" w14:textId="77777777" w:rsidTr="00146EEC">
        <w:tc>
          <w:tcPr>
            <w:tcW w:w="2689" w:type="dxa"/>
          </w:tcPr>
          <w:p w14:paraId="2277FE1F" w14:textId="6E604752" w:rsidR="00445900" w:rsidRPr="00A326C2" w:rsidRDefault="00445900" w:rsidP="00A74C2D">
            <w:pPr>
              <w:pStyle w:val="SIText"/>
            </w:pPr>
            <w:r>
              <w:t xml:space="preserve">Release </w:t>
            </w:r>
            <w:r w:rsidR="00A74C2D">
              <w:t>1</w:t>
            </w:r>
          </w:p>
        </w:tc>
        <w:tc>
          <w:tcPr>
            <w:tcW w:w="6939" w:type="dxa"/>
          </w:tcPr>
          <w:p w14:paraId="705CB464" w14:textId="718D5AAE" w:rsidR="00445900" w:rsidRPr="00A326C2" w:rsidRDefault="00445900" w:rsidP="00A74C2D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A74C2D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6B64E4B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A05B57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08812B7E" w:rsidR="00F1480E" w:rsidRPr="000754EC" w:rsidRDefault="00B25265" w:rsidP="000754EC">
            <w:pPr>
              <w:pStyle w:val="SIUnittitle"/>
            </w:pPr>
            <w:r w:rsidRPr="00B25265">
              <w:t>Assemble timber wall frames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9915C0" w14:textId="3205253D" w:rsidR="00376DFC" w:rsidRDefault="00B25265" w:rsidP="00B25265">
            <w:r w:rsidRPr="00B25265">
              <w:t xml:space="preserve">This unit of competency describes the </w:t>
            </w:r>
            <w:r w:rsidR="00376DFC">
              <w:t>skills and knowledge</w:t>
            </w:r>
            <w:r w:rsidR="00376DFC" w:rsidRPr="00B25265">
              <w:t xml:space="preserve"> </w:t>
            </w:r>
            <w:r w:rsidRPr="00B25265">
              <w:t>required to assemble construction-ready timber wall frame sections</w:t>
            </w:r>
            <w:r w:rsidR="003657FF">
              <w:t>.</w:t>
            </w:r>
            <w:r w:rsidR="00E6458A">
              <w:t xml:space="preserve"> I</w:t>
            </w:r>
            <w:r w:rsidR="003657FF">
              <w:t xml:space="preserve">t includes </w:t>
            </w:r>
            <w:r w:rsidR="0065080D">
              <w:t>pack</w:t>
            </w:r>
            <w:r w:rsidR="00E6458A">
              <w:t xml:space="preserve">ing </w:t>
            </w:r>
            <w:r w:rsidRPr="00B25265">
              <w:t xml:space="preserve">and </w:t>
            </w:r>
            <w:r w:rsidR="004A119A">
              <w:t>strap</w:t>
            </w:r>
            <w:r w:rsidR="00E6458A">
              <w:t xml:space="preserve">ping frames </w:t>
            </w:r>
            <w:r w:rsidRPr="00B25265">
              <w:t xml:space="preserve">in readiness for transport to a construction site. </w:t>
            </w:r>
          </w:p>
          <w:p w14:paraId="6CA9FB87" w14:textId="64E425C3" w:rsidR="00B25265" w:rsidRPr="00B25265" w:rsidRDefault="00B25265" w:rsidP="00B25265">
            <w:r w:rsidRPr="00B25265">
              <w:t>Work is completed in a timber and wood products production setting.</w:t>
            </w:r>
          </w:p>
          <w:p w14:paraId="76FDE3AB" w14:textId="3BDF5FD7" w:rsidR="00B25265" w:rsidRDefault="00B25265" w:rsidP="00B25265">
            <w:r w:rsidRPr="00B25265">
              <w:t xml:space="preserve">The unit applies to </w:t>
            </w:r>
            <w:r w:rsidR="004A119A">
              <w:t>t</w:t>
            </w:r>
            <w:r w:rsidRPr="00B25265">
              <w:t>imber manufactured products technician</w:t>
            </w:r>
            <w:r w:rsidR="00E6458A">
              <w:t>s</w:t>
            </w:r>
            <w:r w:rsidRPr="00B25265">
              <w:t xml:space="preserve">, </w:t>
            </w:r>
            <w:r w:rsidR="004A119A">
              <w:t>j</w:t>
            </w:r>
            <w:r w:rsidRPr="00B25265">
              <w:t>ig setter</w:t>
            </w:r>
            <w:r w:rsidR="00E6458A">
              <w:t>s</w:t>
            </w:r>
            <w:r w:rsidRPr="00B25265">
              <w:t xml:space="preserve">, </w:t>
            </w:r>
            <w:r w:rsidR="004A119A">
              <w:t>m</w:t>
            </w:r>
            <w:r w:rsidRPr="00B25265">
              <w:t>achine</w:t>
            </w:r>
            <w:r w:rsidR="00E6458A">
              <w:t xml:space="preserve"> and</w:t>
            </w:r>
            <w:r w:rsidRPr="00B25265">
              <w:t xml:space="preserve"> saw operator</w:t>
            </w:r>
            <w:r w:rsidR="00E6458A">
              <w:t>s</w:t>
            </w:r>
            <w:r w:rsidRPr="00B25265">
              <w:t>.</w:t>
            </w:r>
          </w:p>
          <w:p w14:paraId="62F26135" w14:textId="036C88E3" w:rsidR="0039789C" w:rsidRDefault="0039789C" w:rsidP="00B25265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</w:t>
            </w:r>
            <w:r w:rsidR="00B02B35">
              <w:rPr>
                <w:iCs/>
                <w:szCs w:val="20"/>
                <w:lang w:eastAsia="en-GB"/>
              </w:rPr>
              <w:t xml:space="preserve"> assigned to them without close </w:t>
            </w:r>
            <w:r w:rsidRPr="00143313">
              <w:rPr>
                <w:iCs/>
                <w:szCs w:val="20"/>
                <w:lang w:eastAsia="en-GB"/>
              </w:rPr>
              <w:t>supervision.</w:t>
            </w:r>
          </w:p>
          <w:p w14:paraId="216189FE" w14:textId="75CC0E68" w:rsidR="00373436" w:rsidRPr="000754EC" w:rsidRDefault="00B25265" w:rsidP="00B25265">
            <w:r w:rsidRPr="00B25265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051907C" w:rsidR="00F1480E" w:rsidRPr="000754EC" w:rsidRDefault="00660C7A" w:rsidP="00841582">
            <w:r>
              <w:t xml:space="preserve">Common </w:t>
            </w:r>
            <w:r w:rsidR="00445900">
              <w:t>t</w:t>
            </w:r>
            <w:r>
              <w:t>echnical</w:t>
            </w:r>
            <w:r w:rsidR="00445900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5265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996F3C8" w:rsidR="00B25265" w:rsidRPr="00B25265" w:rsidRDefault="00B25265" w:rsidP="00B25265">
            <w:r w:rsidRPr="00B25265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119C800D" w14:textId="0C1F5B04" w:rsidR="00B25265" w:rsidRPr="00B25265" w:rsidRDefault="00B25265" w:rsidP="00B25265">
            <w:r w:rsidRPr="00B25265">
              <w:t xml:space="preserve">1.1 </w:t>
            </w:r>
            <w:r w:rsidR="00694215" w:rsidRPr="00B25265">
              <w:t>Re</w:t>
            </w:r>
            <w:r w:rsidR="00694215">
              <w:t>ad and interpret</w:t>
            </w:r>
            <w:r w:rsidR="00694215" w:rsidRPr="00B25265">
              <w:t xml:space="preserve"> </w:t>
            </w:r>
            <w:r w:rsidRPr="00B25265">
              <w:t xml:space="preserve">work order and </w:t>
            </w:r>
            <w:r w:rsidR="00C24D9D">
              <w:t>job design and specifications to recognise and identify</w:t>
            </w:r>
            <w:r w:rsidR="00877F2F">
              <w:t xml:space="preserve"> </w:t>
            </w:r>
            <w:r w:rsidR="00C24D9D">
              <w:t>timber wall</w:t>
            </w:r>
            <w:r w:rsidR="00877F2F">
              <w:t xml:space="preserve"> frame assembling </w:t>
            </w:r>
            <w:r w:rsidR="00C24D9D">
              <w:t>details</w:t>
            </w:r>
          </w:p>
          <w:p w14:paraId="3BE93C01" w14:textId="433D264D" w:rsidR="00B25265" w:rsidRPr="00B25265" w:rsidRDefault="00B25265" w:rsidP="00B25265">
            <w:r w:rsidRPr="00B25265">
              <w:t xml:space="preserve">1.2 </w:t>
            </w:r>
            <w:r w:rsidR="00C24D9D">
              <w:t>Read and interpret workplace safety documentation to recognise safety procedures and requirements relating to timber frame assembly</w:t>
            </w:r>
          </w:p>
          <w:p w14:paraId="1A647113" w14:textId="1A1ADFB0" w:rsidR="00C24D9D" w:rsidRDefault="00B25265" w:rsidP="00B25265">
            <w:r w:rsidRPr="00B25265">
              <w:t xml:space="preserve">1.3 </w:t>
            </w:r>
            <w:r w:rsidR="00C24D9D">
              <w:t>Establish</w:t>
            </w:r>
            <w:r w:rsidR="00C24D9D" w:rsidRPr="00F70174">
              <w:t xml:space="preserve"> type and </w:t>
            </w:r>
            <w:r w:rsidR="00C24D9D">
              <w:t xml:space="preserve">determine </w:t>
            </w:r>
            <w:r w:rsidR="00C24D9D" w:rsidRPr="00F70174">
              <w:t xml:space="preserve">quantity of material </w:t>
            </w:r>
            <w:r w:rsidR="00C24D9D">
              <w:t>required for the project</w:t>
            </w:r>
          </w:p>
          <w:p w14:paraId="1404190A" w14:textId="509172C4" w:rsidR="00C24D9D" w:rsidRDefault="00C24D9D" w:rsidP="00B25265">
            <w:r>
              <w:t>1.4 Determine type of connectors and bracing for frames</w:t>
            </w:r>
          </w:p>
          <w:p w14:paraId="7DAFBE90" w14:textId="58D9AC1E" w:rsidR="00B25265" w:rsidRPr="00B25265" w:rsidRDefault="00C24D9D" w:rsidP="00B25265">
            <w:r>
              <w:t xml:space="preserve">1.5 </w:t>
            </w:r>
            <w:r w:rsidR="00B25265" w:rsidRPr="00B25265">
              <w:t>Select</w:t>
            </w:r>
            <w:r w:rsidR="00037F9C">
              <w:t>, fit and use</w:t>
            </w:r>
            <w:r w:rsidR="00B25265" w:rsidRPr="00B25265">
              <w:t xml:space="preserve"> appropriate personal protective equipment</w:t>
            </w:r>
            <w:r w:rsidR="00037F9C">
              <w:t xml:space="preserve"> (PPE)</w:t>
            </w:r>
          </w:p>
          <w:p w14:paraId="17A0A8C7" w14:textId="31ACD9D5" w:rsidR="009F1577" w:rsidRDefault="00B25265" w:rsidP="00967895">
            <w:r w:rsidRPr="00B25265">
              <w:t>1.</w:t>
            </w:r>
            <w:r w:rsidR="00C24D9D">
              <w:t>6 Select appropriate tools and equipment, check for serviceability and report any faults or damage</w:t>
            </w:r>
          </w:p>
          <w:p w14:paraId="46D92966" w14:textId="68CD5914" w:rsidR="00B25265" w:rsidRPr="00B25265" w:rsidRDefault="009F1577" w:rsidP="00967895">
            <w:r>
              <w:t xml:space="preserve">1.7 </w:t>
            </w:r>
            <w:r>
              <w:rPr>
                <w:rFonts w:eastAsia="Calibri"/>
              </w:rPr>
              <w:t>Determine job priorities and sequence job tasks in consultation with others in the workplace</w:t>
            </w:r>
            <w:r w:rsidRPr="00B25265" w:rsidDel="00B60331">
              <w:t xml:space="preserve"> </w:t>
            </w:r>
          </w:p>
        </w:tc>
      </w:tr>
      <w:tr w:rsidR="00B25265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91D7F" w14:textId="28DF3D18" w:rsidR="00B25265" w:rsidRDefault="00B25265" w:rsidP="005A4913">
            <w:r w:rsidRPr="00B25265">
              <w:t xml:space="preserve">2. Set up </w:t>
            </w:r>
            <w:r w:rsidR="005A4913">
              <w:t>for timber frame assembly</w:t>
            </w:r>
          </w:p>
          <w:p w14:paraId="2B1FFA8A" w14:textId="06B9F8A5" w:rsidR="00383DB0" w:rsidRPr="00B25265" w:rsidRDefault="00383DB0" w:rsidP="005A4913"/>
        </w:tc>
        <w:tc>
          <w:tcPr>
            <w:tcW w:w="3604" w:type="pct"/>
            <w:shd w:val="clear" w:color="auto" w:fill="auto"/>
          </w:tcPr>
          <w:p w14:paraId="446167C8" w14:textId="77777777" w:rsidR="00967895" w:rsidRDefault="00B25265" w:rsidP="00967895">
            <w:r w:rsidRPr="00B25265">
              <w:t xml:space="preserve">2.1 </w:t>
            </w:r>
            <w:r w:rsidR="00967895">
              <w:t>Carry out a pre-start check on equipment and machinery</w:t>
            </w:r>
          </w:p>
          <w:p w14:paraId="2C812891" w14:textId="0987FB3E" w:rsidR="00967895" w:rsidRDefault="00967895" w:rsidP="00B25265">
            <w:r>
              <w:t>2.2 P</w:t>
            </w:r>
            <w:r w:rsidRPr="00B25265">
              <w:t>repare setup</w:t>
            </w:r>
            <w:r w:rsidR="009407DD">
              <w:t xml:space="preserve"> </w:t>
            </w:r>
            <w:r w:rsidR="00984101">
              <w:t>assembly table</w:t>
            </w:r>
            <w:r w:rsidR="009407DD">
              <w:t xml:space="preserve"> or</w:t>
            </w:r>
            <w:r w:rsidRPr="00B25265">
              <w:t xml:space="preserve"> jigs required for </w:t>
            </w:r>
            <w:r>
              <w:t>assembling frames</w:t>
            </w:r>
          </w:p>
          <w:p w14:paraId="59B6A02C" w14:textId="46416935" w:rsidR="00B25265" w:rsidRPr="00B25265" w:rsidRDefault="00967895" w:rsidP="00B25265">
            <w:r>
              <w:t xml:space="preserve">2.3 </w:t>
            </w:r>
            <w:r w:rsidR="00B25265" w:rsidRPr="00B25265">
              <w:t xml:space="preserve">Select </w:t>
            </w:r>
            <w:r w:rsidR="009060F8">
              <w:t xml:space="preserve">pre-cut </w:t>
            </w:r>
            <w:r w:rsidR="00B25265" w:rsidRPr="00B25265">
              <w:t>timber components</w:t>
            </w:r>
            <w:r>
              <w:t xml:space="preserve"> and accurately position</w:t>
            </w:r>
            <w:r w:rsidR="00B25265" w:rsidRPr="00B25265">
              <w:t xml:space="preserve"> </w:t>
            </w:r>
            <w:r>
              <w:t>pre-cut members to align with marking or jigs</w:t>
            </w:r>
          </w:p>
          <w:p w14:paraId="4E2B9D36" w14:textId="464412F8" w:rsidR="00B25265" w:rsidRPr="00B25265" w:rsidRDefault="00B25265" w:rsidP="00B25265">
            <w:r w:rsidRPr="00B25265">
              <w:t>2.</w:t>
            </w:r>
            <w:r w:rsidR="009748BB">
              <w:t>4</w:t>
            </w:r>
            <w:r w:rsidR="009748BB" w:rsidRPr="00B25265">
              <w:t xml:space="preserve"> </w:t>
            </w:r>
            <w:r w:rsidRPr="00B25265">
              <w:t xml:space="preserve">Reject </w:t>
            </w:r>
            <w:r w:rsidR="000A69AE" w:rsidRPr="00B25265">
              <w:t xml:space="preserve">and dispose </w:t>
            </w:r>
            <w:r w:rsidR="000A69AE">
              <w:t xml:space="preserve">of </w:t>
            </w:r>
            <w:r w:rsidR="00D81B9F">
              <w:t xml:space="preserve">defective </w:t>
            </w:r>
            <w:r w:rsidRPr="00B25265">
              <w:t xml:space="preserve">material in line with </w:t>
            </w:r>
            <w:r w:rsidR="000A69AE">
              <w:t xml:space="preserve">workplace and </w:t>
            </w:r>
            <w:r w:rsidRPr="00B25265">
              <w:t xml:space="preserve">environmental </w:t>
            </w:r>
            <w:r w:rsidR="000A69AE">
              <w:t>requirements</w:t>
            </w:r>
          </w:p>
          <w:p w14:paraId="60BFC0A0" w14:textId="3C989EF1" w:rsidR="009748BB" w:rsidRDefault="00B25265" w:rsidP="00B25265">
            <w:r w:rsidRPr="00B25265">
              <w:t>2.</w:t>
            </w:r>
            <w:r w:rsidR="009748BB">
              <w:t>5</w:t>
            </w:r>
            <w:r w:rsidR="009748BB" w:rsidRPr="00B25265">
              <w:t xml:space="preserve"> </w:t>
            </w:r>
            <w:r w:rsidR="009748BB">
              <w:t>Use selected tools to accurately and firmly fix timber components to comply with acceptable tolerances</w:t>
            </w:r>
          </w:p>
          <w:p w14:paraId="6A70369C" w14:textId="77777777" w:rsidR="00CD77C7" w:rsidRDefault="009748BB" w:rsidP="00B25265">
            <w:r>
              <w:t>2.6 Check frame for parallel and square and fix specified bracing</w:t>
            </w:r>
          </w:p>
          <w:p w14:paraId="1DF4B59F" w14:textId="1202995F" w:rsidR="00B25265" w:rsidRPr="00B25265" w:rsidRDefault="00CD77C7" w:rsidP="00B25265">
            <w:r>
              <w:t>2.7 Locate connector plates and strapping from job specification and fix securely</w:t>
            </w:r>
          </w:p>
        </w:tc>
      </w:tr>
      <w:tr w:rsidR="00B25265" w:rsidRPr="00963A46" w14:paraId="523A2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71662" w14:textId="29E7AA69" w:rsidR="00B25265" w:rsidRPr="00B25265" w:rsidRDefault="00ED6A1D" w:rsidP="00ED6A1D">
            <w:r>
              <w:t>3</w:t>
            </w:r>
            <w:r w:rsidR="00B25265" w:rsidRPr="00B25265">
              <w:t xml:space="preserve">. Prepare products for despatch </w:t>
            </w:r>
          </w:p>
        </w:tc>
        <w:tc>
          <w:tcPr>
            <w:tcW w:w="3604" w:type="pct"/>
            <w:shd w:val="clear" w:color="auto" w:fill="auto"/>
          </w:tcPr>
          <w:p w14:paraId="0490062C" w14:textId="37814C25" w:rsidR="00B25265" w:rsidRPr="00B25265" w:rsidRDefault="00ED6A1D" w:rsidP="00B25265">
            <w:r>
              <w:t>3</w:t>
            </w:r>
            <w:r w:rsidR="00B25265" w:rsidRPr="00B25265">
              <w:t>.1 Check finished product for quality and label in line with work order</w:t>
            </w:r>
          </w:p>
          <w:p w14:paraId="24496994" w14:textId="69E65302" w:rsidR="00B25265" w:rsidRPr="00B25265" w:rsidRDefault="00ED6A1D" w:rsidP="00B25265">
            <w:r>
              <w:t>3</w:t>
            </w:r>
            <w:r w:rsidR="00B25265" w:rsidRPr="00B25265">
              <w:t xml:space="preserve">.2 Remove </w:t>
            </w:r>
            <w:r w:rsidR="009B1BA2">
              <w:t>frame</w:t>
            </w:r>
            <w:r w:rsidR="009B1BA2" w:rsidRPr="00B25265">
              <w:t xml:space="preserve"> </w:t>
            </w:r>
            <w:r w:rsidR="00B25265" w:rsidRPr="00B25265">
              <w:t>from jigs and safely stack in designated location</w:t>
            </w:r>
          </w:p>
          <w:p w14:paraId="2F6410F5" w14:textId="01917B01" w:rsidR="00B25265" w:rsidRPr="00B25265" w:rsidRDefault="00ED6A1D" w:rsidP="00B25265">
            <w:r>
              <w:t>3</w:t>
            </w:r>
            <w:r w:rsidR="00B25265" w:rsidRPr="00B25265">
              <w:t>.3 Strap, pack, labe</w:t>
            </w:r>
            <w:r>
              <w:t>l, protect from damage</w:t>
            </w:r>
            <w:r w:rsidR="00B25265" w:rsidRPr="00B25265">
              <w:t xml:space="preserve"> and pre-sling finished products ready for transportation</w:t>
            </w:r>
          </w:p>
          <w:p w14:paraId="2CEB57B4" w14:textId="452897F9" w:rsidR="00B25265" w:rsidRPr="00B25265" w:rsidRDefault="00ED6A1D" w:rsidP="00B25265">
            <w:r>
              <w:t>3</w:t>
            </w:r>
            <w:r w:rsidR="00B25265" w:rsidRPr="00B25265">
              <w:t>.4 Avoid wastage of strapping and packaging materials and maximise use of recycled materials</w:t>
            </w:r>
          </w:p>
          <w:p w14:paraId="17527AB5" w14:textId="5403F4F8" w:rsidR="00B25265" w:rsidRPr="00B25265" w:rsidRDefault="00ED6A1D" w:rsidP="00284FCD">
            <w:r>
              <w:t>3</w:t>
            </w:r>
            <w:r w:rsidR="00B25265" w:rsidRPr="00B25265">
              <w:t xml:space="preserve">.5 Record and report production outcomes and </w:t>
            </w:r>
            <w:r w:rsidR="00284FCD">
              <w:t>problems</w:t>
            </w:r>
            <w:r w:rsidR="00B25265" w:rsidRPr="00B25265">
              <w:t xml:space="preserve"> </w:t>
            </w:r>
            <w:r w:rsidR="00510E55">
              <w:t xml:space="preserve">following organisational reporting procedures </w:t>
            </w:r>
            <w:r w:rsidR="00B25265" w:rsidRPr="00B25265">
              <w:t>to appropriate person</w:t>
            </w:r>
          </w:p>
        </w:tc>
      </w:tr>
      <w:tr w:rsidR="00ED6A1D" w:rsidRPr="00963A46" w14:paraId="7918DA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F4E8F9" w14:textId="50DA6709" w:rsidR="00ED6A1D" w:rsidRPr="00B25265" w:rsidDel="00ED6A1D" w:rsidRDefault="00ED6A1D" w:rsidP="00ED6A1D">
            <w:r>
              <w:lastRenderedPageBreak/>
              <w:t>4. Clean up</w:t>
            </w:r>
          </w:p>
        </w:tc>
        <w:tc>
          <w:tcPr>
            <w:tcW w:w="3604" w:type="pct"/>
            <w:shd w:val="clear" w:color="auto" w:fill="auto"/>
          </w:tcPr>
          <w:p w14:paraId="55D44763" w14:textId="77777777" w:rsidR="00ED6A1D" w:rsidRDefault="00ED6A1D" w:rsidP="00B25265">
            <w:r>
              <w:t>4.1 Clean the work area and recycle, reuse or dispose of waste following workplace and environmental requirements</w:t>
            </w:r>
          </w:p>
          <w:p w14:paraId="75DFD6E6" w14:textId="23E85F91" w:rsidR="00ED6A1D" w:rsidRDefault="00ED6A1D" w:rsidP="00B25265">
            <w:r>
              <w:t>4.2 Clean and maintain tools, equipment and machinery and report any faults or damage to appropriate person</w:t>
            </w:r>
          </w:p>
          <w:p w14:paraId="4F9A9A28" w14:textId="5BEC98D5" w:rsidR="00ED6A1D" w:rsidRPr="00B25265" w:rsidDel="00ED6A1D" w:rsidRDefault="00ED6A1D" w:rsidP="00B25265">
            <w:r>
              <w:t xml:space="preserve">4.3 </w:t>
            </w:r>
            <w:r w:rsidR="00D41F93">
              <w:t>Return and safely store tools and equipment to their designate area</w:t>
            </w:r>
          </w:p>
        </w:tc>
      </w:tr>
    </w:tbl>
    <w:p w14:paraId="03223FCE" w14:textId="77777777" w:rsidR="00F67351" w:rsidRDefault="00F67351" w:rsidP="005F771F">
      <w:pPr>
        <w:pStyle w:val="SIText"/>
      </w:pPr>
    </w:p>
    <w:p w14:paraId="53F680A0" w14:textId="77777777" w:rsidR="00F67351" w:rsidRDefault="00F67351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1582" w:rsidRPr="00336FCA" w:rsidDel="00423CB2" w14:paraId="453DC1F6" w14:textId="77777777" w:rsidTr="00CA2922">
        <w:tc>
          <w:tcPr>
            <w:tcW w:w="1396" w:type="pct"/>
          </w:tcPr>
          <w:p w14:paraId="79D92C46" w14:textId="158D5271" w:rsidR="00841582" w:rsidRDefault="0084158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B848061" w14:textId="5C2A6BE6" w:rsidR="00841582" w:rsidRPr="00552AD2" w:rsidRDefault="002C1DDE" w:rsidP="002C1DDE">
            <w:pPr>
              <w:pStyle w:val="SIBulletList1"/>
            </w:pPr>
            <w:r>
              <w:t xml:space="preserve">Report problems, faults or damage clearly and </w:t>
            </w:r>
            <w:r w:rsidR="00334110">
              <w:t xml:space="preserve">concisely </w:t>
            </w:r>
            <w:r w:rsidR="004831FD">
              <w:t xml:space="preserve">using appropriate terminology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04716670" w:rsidR="000259E1" w:rsidRPr="000259E1" w:rsidRDefault="000259E1" w:rsidP="002C1DDE">
            <w:pPr>
              <w:pStyle w:val="SIText"/>
            </w:pPr>
            <w:r w:rsidRPr="000259E1">
              <w:t>FWPCOT</w:t>
            </w:r>
            <w:r w:rsidR="00A05B57">
              <w:t>3</w:t>
            </w:r>
            <w:r w:rsidR="002C1DDE">
              <w:t>XXX</w:t>
            </w:r>
            <w:r w:rsidRPr="000259E1">
              <w:t xml:space="preserve"> Assemble timber wall frames </w:t>
            </w:r>
          </w:p>
        </w:tc>
        <w:tc>
          <w:tcPr>
            <w:tcW w:w="1105" w:type="pct"/>
          </w:tcPr>
          <w:p w14:paraId="43730281" w14:textId="0D737EED" w:rsidR="00041E59" w:rsidRPr="000754EC" w:rsidRDefault="00B25265" w:rsidP="002C1DDE">
            <w:pPr>
              <w:pStyle w:val="SIText"/>
            </w:pPr>
            <w:r w:rsidRPr="00B25265">
              <w:t>FWPCOT3241 Assemble timber wall frames</w:t>
            </w:r>
            <w:r w:rsidR="000259E1">
              <w:t xml:space="preserve">            </w:t>
            </w:r>
          </w:p>
        </w:tc>
        <w:tc>
          <w:tcPr>
            <w:tcW w:w="1251" w:type="pct"/>
          </w:tcPr>
          <w:p w14:paraId="679ABF3F" w14:textId="7E9D10B8" w:rsidR="00041E59" w:rsidRDefault="003575C2" w:rsidP="00683AF1">
            <w:pPr>
              <w:pStyle w:val="SIText"/>
            </w:pPr>
            <w:r>
              <w:t>Application clarified</w:t>
            </w:r>
          </w:p>
          <w:p w14:paraId="36A7C5A1" w14:textId="77777777" w:rsidR="003575C2" w:rsidRDefault="003575C2" w:rsidP="00683AF1">
            <w:pPr>
              <w:pStyle w:val="SIText"/>
            </w:pPr>
            <w:r>
              <w:t>Elements renamed</w:t>
            </w:r>
          </w:p>
          <w:p w14:paraId="34423909" w14:textId="77777777" w:rsidR="003575C2" w:rsidRDefault="003575C2" w:rsidP="00683AF1">
            <w:pPr>
              <w:pStyle w:val="SIText"/>
            </w:pPr>
            <w:r>
              <w:t>Performance Criteria re-sequenced</w:t>
            </w:r>
          </w:p>
          <w:p w14:paraId="2E33F956" w14:textId="295EE20A" w:rsidR="003575C2" w:rsidRPr="000754EC" w:rsidRDefault="003575C2" w:rsidP="00683AF1">
            <w:pPr>
              <w:pStyle w:val="SIText"/>
            </w:pPr>
            <w:r>
              <w:t>Foundation Skills and Assessment Requirements update</w:t>
            </w:r>
          </w:p>
        </w:tc>
        <w:tc>
          <w:tcPr>
            <w:tcW w:w="1616" w:type="pct"/>
          </w:tcPr>
          <w:p w14:paraId="59930A43" w14:textId="67ADB5C2" w:rsidR="00916CD7" w:rsidRDefault="000259E1" w:rsidP="000754EC">
            <w:pPr>
              <w:pStyle w:val="SIText"/>
            </w:pPr>
            <w:r w:rsidRPr="000259E1">
              <w:t>Equivalent unit</w:t>
            </w:r>
          </w:p>
          <w:p w14:paraId="1AF1365B" w14:textId="2493EA5F" w:rsidR="000259E1" w:rsidRPr="000259E1" w:rsidRDefault="000259E1" w:rsidP="000259E1">
            <w:pPr>
              <w:rPr>
                <w:lang w:eastAsia="en-US"/>
              </w:rPr>
            </w:pPr>
          </w:p>
        </w:tc>
      </w:tr>
    </w:tbl>
    <w:p w14:paraId="6386F421" w14:textId="6B92E0E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A74C2D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14768E4A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CA0FE3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25265" w:rsidRPr="00B25265">
              <w:t>FWPCOT3</w:t>
            </w:r>
            <w:r w:rsidR="00A05B57">
              <w:t>XXX</w:t>
            </w:r>
            <w:r w:rsidR="00B25265" w:rsidRPr="00B25265">
              <w:t xml:space="preserve"> Assemble timber wall frames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2A1248F" w14:textId="77777777" w:rsidR="00C96A63" w:rsidRDefault="00C96A63" w:rsidP="00C96A63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4495E2DF" w14:textId="5A93E2F6" w:rsidR="000259E1" w:rsidRDefault="00C96A63" w:rsidP="00A74C2D">
            <w:pPr>
              <w:pStyle w:val="SIBulletList1"/>
              <w:numPr>
                <w:ilvl w:val="0"/>
                <w:numId w:val="0"/>
              </w:numPr>
              <w:ind w:left="357"/>
            </w:pPr>
            <w:r>
              <w:t>There must be evidence that the individual has</w:t>
            </w:r>
            <w:r w:rsidR="004831FD">
              <w:t xml:space="preserve"> </w:t>
            </w:r>
            <w:r w:rsidR="000259E1" w:rsidRPr="000259E1">
              <w:t>assemble</w:t>
            </w:r>
            <w:r w:rsidR="00595C2D">
              <w:t>d</w:t>
            </w:r>
            <w:r w:rsidR="000259E1" w:rsidRPr="000259E1">
              <w:t xml:space="preserve"> </w:t>
            </w:r>
            <w:r w:rsidR="0069019A">
              <w:t>a minimum of 5</w:t>
            </w:r>
            <w:r w:rsidR="00BC4816">
              <w:t xml:space="preserve">0 </w:t>
            </w:r>
            <w:r w:rsidR="00520598">
              <w:t>lineal</w:t>
            </w:r>
            <w:r w:rsidR="008376C0">
              <w:t xml:space="preserve"> metres of </w:t>
            </w:r>
            <w:r w:rsidR="000259E1" w:rsidRPr="000259E1">
              <w:t xml:space="preserve">timber wall frames </w:t>
            </w:r>
            <w:r w:rsidR="0008457C">
              <w:t xml:space="preserve">that </w:t>
            </w:r>
            <w:r w:rsidR="00E827A3">
              <w:t>include</w:t>
            </w:r>
            <w:r w:rsidR="0008457C">
              <w:t>:</w:t>
            </w:r>
          </w:p>
          <w:p w14:paraId="39C0F029" w14:textId="77564ECA" w:rsidR="00147390" w:rsidRPr="000259E1" w:rsidRDefault="00147390" w:rsidP="00A74C2D">
            <w:pPr>
              <w:pStyle w:val="SIBulletList2"/>
            </w:pPr>
            <w:r>
              <w:t>load bearing and non-loadbearing frames</w:t>
            </w:r>
          </w:p>
          <w:p w14:paraId="60E59EA0" w14:textId="727CB950" w:rsidR="0008457C" w:rsidRDefault="002E26A3" w:rsidP="002E26A3">
            <w:pPr>
              <w:pStyle w:val="SIBulletList2"/>
            </w:pPr>
            <w:r>
              <w:t xml:space="preserve">internal, </w:t>
            </w:r>
            <w:r w:rsidR="0008457C">
              <w:t>external corners</w:t>
            </w:r>
            <w:r>
              <w:t xml:space="preserve"> and </w:t>
            </w:r>
            <w:r w:rsidR="0008457C">
              <w:t>T-intersection</w:t>
            </w:r>
            <w:r>
              <w:t>s</w:t>
            </w:r>
          </w:p>
          <w:p w14:paraId="3F537752" w14:textId="061FD14C" w:rsidR="00556C4C" w:rsidRPr="000754EC" w:rsidRDefault="000259E1" w:rsidP="00A74C2D">
            <w:pPr>
              <w:pStyle w:val="SIBulletList2"/>
            </w:pPr>
            <w:r w:rsidRPr="000259E1">
              <w:t>strap</w:t>
            </w:r>
            <w:r w:rsidR="00293CAB">
              <w:t>p</w:t>
            </w:r>
            <w:r w:rsidR="00613C71">
              <w:t>ing</w:t>
            </w:r>
            <w:r w:rsidRPr="000259E1">
              <w:t>, pack</w:t>
            </w:r>
            <w:r w:rsidR="00613C71">
              <w:t>ing</w:t>
            </w:r>
            <w:r w:rsidRPr="000259E1">
              <w:t>, label</w:t>
            </w:r>
            <w:r w:rsidR="00613C71">
              <w:t>ling</w:t>
            </w:r>
            <w:r w:rsidRPr="000259E1">
              <w:t xml:space="preserve"> and pre-sling</w:t>
            </w:r>
            <w:r w:rsidR="00613C71">
              <w:t>ing</w:t>
            </w:r>
            <w:r w:rsidRPr="000259E1">
              <w:t xml:space="preserve"> completed products ready for transportation.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AE934AF" w14:textId="35DE25FA" w:rsidR="000259E1" w:rsidRPr="000259E1" w:rsidRDefault="00C96A63" w:rsidP="00A74C2D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9BBD805" w14:textId="77777777" w:rsidR="00613C71" w:rsidRPr="00F70174" w:rsidRDefault="00613C71" w:rsidP="00613C71">
            <w:pPr>
              <w:pStyle w:val="SIBulletList1"/>
            </w:pPr>
            <w:r>
              <w:t xml:space="preserve">organisational </w:t>
            </w:r>
            <w:r w:rsidRPr="00F70174">
              <w:t xml:space="preserve">quality requirements </w:t>
            </w:r>
          </w:p>
          <w:p w14:paraId="565AF82E" w14:textId="55A9BD21" w:rsidR="00613C71" w:rsidRPr="00F70174" w:rsidRDefault="006E0F66" w:rsidP="00613C71">
            <w:pPr>
              <w:pStyle w:val="SIBulletList1"/>
            </w:pPr>
            <w:r>
              <w:t xml:space="preserve">workplace </w:t>
            </w:r>
            <w:r w:rsidR="00613C71">
              <w:t xml:space="preserve">and </w:t>
            </w:r>
            <w:r w:rsidR="00613C71" w:rsidRPr="00F70174">
              <w:t xml:space="preserve">environmental </w:t>
            </w:r>
            <w:r w:rsidR="00613C71">
              <w:t>requirements:</w:t>
            </w:r>
          </w:p>
          <w:p w14:paraId="7AEFD7AC" w14:textId="77777777" w:rsidR="00613C71" w:rsidRDefault="00613C71" w:rsidP="00613C71">
            <w:pPr>
              <w:pStyle w:val="SIBulletList2"/>
            </w:pPr>
            <w:r w:rsidRPr="00F70174">
              <w:t xml:space="preserve">disposing, recycling and reusing </w:t>
            </w:r>
            <w:r>
              <w:t>waste materials</w:t>
            </w:r>
          </w:p>
          <w:p w14:paraId="6BC9848F" w14:textId="2CEF5F88" w:rsidR="006E0F66" w:rsidRDefault="006E0F66" w:rsidP="00A74C2D">
            <w:pPr>
              <w:pStyle w:val="SIBulletList1"/>
            </w:pPr>
            <w:r>
              <w:t>workplace safety:</w:t>
            </w:r>
          </w:p>
          <w:p w14:paraId="5E31CEF4" w14:textId="27019AFD" w:rsidR="00613C71" w:rsidRDefault="00613C71" w:rsidP="00613C71">
            <w:pPr>
              <w:pStyle w:val="SIBulletList2"/>
            </w:pPr>
            <w:r>
              <w:t>safe operation of machinery, tools and equipment</w:t>
            </w:r>
          </w:p>
          <w:p w14:paraId="37DD4F04" w14:textId="77777777" w:rsidR="00613C71" w:rsidRDefault="00613C71" w:rsidP="00613C71">
            <w:pPr>
              <w:pStyle w:val="SIBulletList2"/>
            </w:pPr>
            <w:r>
              <w:t>exposure to excessive noise</w:t>
            </w:r>
          </w:p>
          <w:p w14:paraId="402D2744" w14:textId="77777777" w:rsidR="00613C71" w:rsidRDefault="00613C71" w:rsidP="00613C71">
            <w:pPr>
              <w:pStyle w:val="SIBulletList2"/>
            </w:pPr>
            <w:r>
              <w:t>hazardous manual tasks</w:t>
            </w:r>
          </w:p>
          <w:p w14:paraId="7630A85D" w14:textId="38A96F5D" w:rsidR="006E0F66" w:rsidRDefault="006E0F66" w:rsidP="00613C71">
            <w:pPr>
              <w:pStyle w:val="SIBulletList2"/>
            </w:pPr>
            <w:r>
              <w:t>hierarchy of control</w:t>
            </w:r>
          </w:p>
          <w:p w14:paraId="1F483B3D" w14:textId="77777777" w:rsidR="00613C71" w:rsidRDefault="00613C71" w:rsidP="00613C71">
            <w:pPr>
              <w:pStyle w:val="SIBulletList2"/>
            </w:pPr>
            <w:r>
              <w:t>use of personal protective equipment (PPE)</w:t>
            </w:r>
          </w:p>
          <w:p w14:paraId="31155D57" w14:textId="77777777" w:rsidR="00613C71" w:rsidRPr="00F70174" w:rsidRDefault="00613C71" w:rsidP="00613C71">
            <w:pPr>
              <w:pStyle w:val="SIBulletList2"/>
            </w:pPr>
            <w:r>
              <w:t>exposure to dust</w:t>
            </w:r>
          </w:p>
          <w:p w14:paraId="1BAAA5B4" w14:textId="77777777" w:rsidR="00613C71" w:rsidRDefault="00613C71" w:rsidP="00613C71">
            <w:pPr>
              <w:pStyle w:val="SIBulletList1"/>
            </w:pPr>
            <w:r>
              <w:t>processes, procedures and techniques of:</w:t>
            </w:r>
          </w:p>
          <w:p w14:paraId="3E4BED71" w14:textId="2DE780EB" w:rsidR="00984101" w:rsidRDefault="00984101" w:rsidP="00613C71">
            <w:pPr>
              <w:pStyle w:val="SIBulletList2"/>
            </w:pPr>
            <w:r w:rsidRPr="000259E1">
              <w:t>flow of material supply in and out of the wall frame assembly area</w:t>
            </w:r>
          </w:p>
          <w:p w14:paraId="7CA3AEB9" w14:textId="44560B5B" w:rsidR="00613C71" w:rsidRDefault="00613C71" w:rsidP="00613C71">
            <w:pPr>
              <w:pStyle w:val="SIBulletList2"/>
            </w:pPr>
            <w:r>
              <w:t>assembly sequences using a</w:t>
            </w:r>
            <w:r w:rsidRPr="00F70174">
              <w:t xml:space="preserve"> jig</w:t>
            </w:r>
            <w:r w:rsidR="00984101">
              <w:t xml:space="preserve"> or assembly table</w:t>
            </w:r>
            <w:r w:rsidRPr="00F70174">
              <w:t xml:space="preserve"> </w:t>
            </w:r>
          </w:p>
          <w:p w14:paraId="2E72E239" w14:textId="77777777" w:rsidR="00613C71" w:rsidRDefault="00613C71" w:rsidP="00613C71">
            <w:pPr>
              <w:pStyle w:val="SIBulletList2"/>
            </w:pPr>
            <w:r>
              <w:t>stacking and storing materials</w:t>
            </w:r>
          </w:p>
          <w:p w14:paraId="085D77A8" w14:textId="77777777" w:rsidR="00613C71" w:rsidRDefault="00613C71" w:rsidP="00613C71">
            <w:pPr>
              <w:pStyle w:val="SIBulletList2"/>
            </w:pPr>
            <w:r w:rsidRPr="00F70174">
              <w:t>labelling products for identification and transportation</w:t>
            </w:r>
          </w:p>
          <w:p w14:paraId="04C41E6F" w14:textId="77777777" w:rsidR="00613C71" w:rsidRPr="00F70174" w:rsidRDefault="00613C71" w:rsidP="00613C71">
            <w:pPr>
              <w:pStyle w:val="SIBulletList2"/>
            </w:pPr>
            <w:r>
              <w:t xml:space="preserve">stacking, binding and protecting finished products ready for dispatch </w:t>
            </w:r>
          </w:p>
          <w:p w14:paraId="72D036DA" w14:textId="77777777" w:rsidR="00613C71" w:rsidRPr="00F70174" w:rsidRDefault="00613C71" w:rsidP="00613C71">
            <w:pPr>
              <w:pStyle w:val="SIBulletList2"/>
            </w:pPr>
            <w:r>
              <w:t>communicating across</w:t>
            </w:r>
            <w:r w:rsidRPr="00F70174">
              <w:t xml:space="preserve"> reporting lines</w:t>
            </w:r>
          </w:p>
          <w:p w14:paraId="38D541AE" w14:textId="77777777" w:rsidR="00613C71" w:rsidRPr="00F70174" w:rsidRDefault="00613C71" w:rsidP="00613C71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68458D0C" w14:textId="77777777" w:rsidR="00613C71" w:rsidRPr="00F70174" w:rsidRDefault="00613C71" w:rsidP="00613C71">
            <w:pPr>
              <w:pStyle w:val="SIBulletList1"/>
            </w:pPr>
            <w:r>
              <w:t>functional and operational features of tools, equipment and machinery</w:t>
            </w:r>
          </w:p>
          <w:p w14:paraId="4F40E139" w14:textId="77777777" w:rsidR="00613C71" w:rsidRPr="00F70174" w:rsidRDefault="00613C71" w:rsidP="00613C71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070D15B6" w14:textId="77777777" w:rsidR="00613C71" w:rsidRPr="00F70174" w:rsidRDefault="00613C71" w:rsidP="00613C71">
            <w:pPr>
              <w:pStyle w:val="SIBulletList2"/>
            </w:pPr>
            <w:r w:rsidRPr="00F70174">
              <w:t>electric circular saws</w:t>
            </w:r>
          </w:p>
          <w:p w14:paraId="1C069DF8" w14:textId="77777777" w:rsidR="00613C71" w:rsidRPr="00F70174" w:rsidRDefault="00613C71" w:rsidP="00613C71">
            <w:pPr>
              <w:pStyle w:val="SIBulletList2"/>
            </w:pPr>
            <w:r w:rsidRPr="00F70174">
              <w:t>docking saws</w:t>
            </w:r>
          </w:p>
          <w:p w14:paraId="44E6E512" w14:textId="77777777" w:rsidR="00613C71" w:rsidRPr="00F70174" w:rsidRDefault="00613C71" w:rsidP="00613C71">
            <w:pPr>
              <w:pStyle w:val="SIBulletList2"/>
            </w:pPr>
            <w:r w:rsidRPr="00F70174">
              <w:t>drills</w:t>
            </w:r>
          </w:p>
          <w:p w14:paraId="68EEC34C" w14:textId="77777777" w:rsidR="00613C71" w:rsidRPr="00F70174" w:rsidRDefault="00613C71" w:rsidP="00613C71">
            <w:pPr>
              <w:pStyle w:val="SIBulletList2"/>
            </w:pPr>
            <w:r w:rsidRPr="00F70174">
              <w:t>assembly jigs</w:t>
            </w:r>
          </w:p>
          <w:p w14:paraId="2AC719B2" w14:textId="77777777" w:rsidR="00613C71" w:rsidRPr="00F70174" w:rsidRDefault="00613C71" w:rsidP="00613C71">
            <w:pPr>
              <w:pStyle w:val="SIBulletList2"/>
            </w:pPr>
            <w:r w:rsidRPr="00F70174">
              <w:t>assembly table</w:t>
            </w:r>
          </w:p>
          <w:p w14:paraId="0E4A7684" w14:textId="77777777" w:rsidR="00613C71" w:rsidRPr="00F70174" w:rsidRDefault="00613C71" w:rsidP="00613C71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59B1680A" w14:textId="77777777" w:rsidR="00613C71" w:rsidRPr="00F70174" w:rsidRDefault="00613C71" w:rsidP="00613C71">
            <w:pPr>
              <w:pStyle w:val="SIBulletList2"/>
            </w:pPr>
            <w:r w:rsidRPr="00F70174">
              <w:t>compressor or compressed air supply</w:t>
            </w:r>
          </w:p>
          <w:p w14:paraId="05F1296B" w14:textId="77777777" w:rsidR="00613C71" w:rsidRDefault="00613C71" w:rsidP="00613C71">
            <w:pPr>
              <w:pStyle w:val="SIBulletList2"/>
            </w:pPr>
            <w:r w:rsidRPr="00F70174">
              <w:t>strapping equipment</w:t>
            </w:r>
          </w:p>
          <w:p w14:paraId="0FCEA2EC" w14:textId="77777777" w:rsidR="00613C71" w:rsidRDefault="00613C71" w:rsidP="00613C71">
            <w:pPr>
              <w:pStyle w:val="SIBulletList1"/>
            </w:pPr>
            <w:r w:rsidRPr="00F70174">
              <w:t>characteristics</w:t>
            </w:r>
            <w:r>
              <w:t>, properties and limitations</w:t>
            </w:r>
            <w:r w:rsidRPr="00F70174">
              <w:t xml:space="preserve"> of timber </w:t>
            </w:r>
            <w:r>
              <w:t>products and components:</w:t>
            </w:r>
          </w:p>
          <w:p w14:paraId="054D024B" w14:textId="77777777" w:rsidR="00613C71" w:rsidRDefault="00613C71" w:rsidP="00613C71">
            <w:pPr>
              <w:pStyle w:val="SIBulletList2"/>
            </w:pPr>
            <w:r>
              <w:t>hardwood, softwood and manufactured timber product</w:t>
            </w:r>
          </w:p>
          <w:p w14:paraId="765DA074" w14:textId="49E9EB95" w:rsidR="00613C71" w:rsidRDefault="00613C71" w:rsidP="00613C71">
            <w:pPr>
              <w:pStyle w:val="SIBulletList2"/>
            </w:pPr>
            <w:r>
              <w:t>various metal connector plates</w:t>
            </w:r>
            <w:r w:rsidR="00984101">
              <w:t xml:space="preserve"> and straps</w:t>
            </w:r>
          </w:p>
          <w:p w14:paraId="00E17E9A" w14:textId="77777777" w:rsidR="00613C71" w:rsidRDefault="00613C71" w:rsidP="00613C71">
            <w:pPr>
              <w:pStyle w:val="SIBulletList1"/>
            </w:pPr>
            <w:r w:rsidRPr="00F70174">
              <w:t>timber defects</w:t>
            </w:r>
          </w:p>
          <w:p w14:paraId="04A61250" w14:textId="77777777" w:rsidR="00984101" w:rsidRPr="000259E1" w:rsidRDefault="00984101" w:rsidP="00984101">
            <w:pPr>
              <w:pStyle w:val="SIBulletList2"/>
            </w:pPr>
            <w:r w:rsidRPr="000259E1">
              <w:t>warp</w:t>
            </w:r>
          </w:p>
          <w:p w14:paraId="72194780" w14:textId="77777777" w:rsidR="00984101" w:rsidRPr="000259E1" w:rsidRDefault="00984101" w:rsidP="00984101">
            <w:pPr>
              <w:pStyle w:val="SIBulletList2"/>
            </w:pPr>
            <w:r w:rsidRPr="000259E1">
              <w:t>wane</w:t>
            </w:r>
          </w:p>
          <w:p w14:paraId="4ED8DB6E" w14:textId="77777777" w:rsidR="00984101" w:rsidRPr="000259E1" w:rsidRDefault="00984101" w:rsidP="00984101">
            <w:pPr>
              <w:pStyle w:val="SIBulletList2"/>
            </w:pPr>
            <w:r w:rsidRPr="000259E1">
              <w:t>cupping</w:t>
            </w:r>
          </w:p>
          <w:p w14:paraId="7066F462" w14:textId="77777777" w:rsidR="00984101" w:rsidRPr="000259E1" w:rsidRDefault="00984101" w:rsidP="00984101">
            <w:pPr>
              <w:pStyle w:val="SIBulletList2"/>
            </w:pPr>
            <w:r w:rsidRPr="000259E1">
              <w:t>shakes</w:t>
            </w:r>
          </w:p>
          <w:p w14:paraId="38BA433F" w14:textId="77777777" w:rsidR="00984101" w:rsidRPr="000259E1" w:rsidRDefault="00984101" w:rsidP="00984101">
            <w:pPr>
              <w:pStyle w:val="SIBulletList2"/>
            </w:pPr>
            <w:r w:rsidRPr="000259E1">
              <w:t>insect defects</w:t>
            </w:r>
          </w:p>
          <w:p w14:paraId="5CB2943D" w14:textId="77777777" w:rsidR="00984101" w:rsidRPr="000259E1" w:rsidRDefault="00984101" w:rsidP="00984101">
            <w:pPr>
              <w:pStyle w:val="SIBulletList2"/>
            </w:pPr>
            <w:r w:rsidRPr="000259E1">
              <w:t>knots</w:t>
            </w:r>
          </w:p>
          <w:p w14:paraId="0885DD42" w14:textId="3A7A2393" w:rsidR="00984101" w:rsidRDefault="00984101" w:rsidP="00A74C2D">
            <w:pPr>
              <w:pStyle w:val="SIBulletList2"/>
            </w:pPr>
            <w:r w:rsidRPr="000259E1">
              <w:t>resin pockets</w:t>
            </w:r>
          </w:p>
          <w:p w14:paraId="03ECCFB3" w14:textId="72149192" w:rsidR="000259E1" w:rsidRPr="000259E1" w:rsidRDefault="00613C71" w:rsidP="002747A7">
            <w:pPr>
              <w:pStyle w:val="SIBulletList1"/>
            </w:pPr>
            <w:r>
              <w:t xml:space="preserve">industry terminology related to </w:t>
            </w:r>
            <w:r w:rsidR="002747A7">
              <w:t>timber wall</w:t>
            </w:r>
            <w:r>
              <w:t xml:space="preserve"> assembly</w:t>
            </w:r>
          </w:p>
          <w:p w14:paraId="2EE8B250" w14:textId="77777777" w:rsidR="000259E1" w:rsidRPr="000259E1" w:rsidRDefault="000259E1" w:rsidP="000259E1">
            <w:pPr>
              <w:pStyle w:val="SIBulletList2"/>
            </w:pPr>
            <w:r w:rsidRPr="000259E1">
              <w:t>studs</w:t>
            </w:r>
          </w:p>
          <w:p w14:paraId="300D67F4" w14:textId="77777777" w:rsidR="000259E1" w:rsidRPr="000259E1" w:rsidRDefault="000259E1" w:rsidP="000259E1">
            <w:pPr>
              <w:pStyle w:val="SIBulletList2"/>
            </w:pPr>
            <w:r w:rsidRPr="000259E1">
              <w:t>top and bottom plates</w:t>
            </w:r>
          </w:p>
          <w:p w14:paraId="0D59BAA9" w14:textId="77777777" w:rsidR="000259E1" w:rsidRPr="000259E1" w:rsidRDefault="000259E1" w:rsidP="000259E1">
            <w:pPr>
              <w:pStyle w:val="SIBulletList2"/>
            </w:pPr>
            <w:r w:rsidRPr="000259E1">
              <w:lastRenderedPageBreak/>
              <w:t>lintels</w:t>
            </w:r>
          </w:p>
          <w:p w14:paraId="465A8FA7" w14:textId="77777777" w:rsidR="000259E1" w:rsidRPr="000259E1" w:rsidRDefault="000259E1" w:rsidP="000259E1">
            <w:pPr>
              <w:pStyle w:val="SIBulletList2"/>
            </w:pPr>
            <w:r w:rsidRPr="000259E1">
              <w:t>trimmers</w:t>
            </w:r>
          </w:p>
          <w:p w14:paraId="1B45E498" w14:textId="77777777" w:rsidR="000259E1" w:rsidRPr="000259E1" w:rsidRDefault="000259E1" w:rsidP="000259E1">
            <w:pPr>
              <w:pStyle w:val="SIBulletList2"/>
            </w:pPr>
            <w:r w:rsidRPr="000259E1">
              <w:t>nogging</w:t>
            </w:r>
          </w:p>
          <w:p w14:paraId="635F5669" w14:textId="77777777" w:rsidR="000259E1" w:rsidRPr="000259E1" w:rsidRDefault="000259E1" w:rsidP="000259E1">
            <w:pPr>
              <w:pStyle w:val="SIBulletList2"/>
            </w:pPr>
            <w:r w:rsidRPr="000259E1">
              <w:t>bracing</w:t>
            </w:r>
          </w:p>
          <w:p w14:paraId="47E55B5F" w14:textId="77777777" w:rsidR="000259E1" w:rsidRPr="000259E1" w:rsidRDefault="000259E1" w:rsidP="000259E1">
            <w:pPr>
              <w:pStyle w:val="SIBulletList1"/>
            </w:pPr>
            <w:r w:rsidRPr="000259E1">
              <w:t>typical assembly faults triggering correction to ensure product quality:</w:t>
            </w:r>
          </w:p>
          <w:p w14:paraId="44EF19F6" w14:textId="77777777" w:rsidR="000259E1" w:rsidRPr="000259E1" w:rsidRDefault="000259E1" w:rsidP="000259E1">
            <w:pPr>
              <w:pStyle w:val="SIBulletList2"/>
            </w:pPr>
            <w:r w:rsidRPr="000259E1">
              <w:t>incorrectly positioned joints</w:t>
            </w:r>
          </w:p>
          <w:p w14:paraId="23C3D307" w14:textId="77777777" w:rsidR="000259E1" w:rsidRPr="000259E1" w:rsidRDefault="000259E1" w:rsidP="000259E1">
            <w:pPr>
              <w:pStyle w:val="SIBulletList2"/>
            </w:pPr>
            <w:r w:rsidRPr="000259E1">
              <w:t>timber splits from nailing</w:t>
            </w:r>
          </w:p>
          <w:p w14:paraId="40951706" w14:textId="4D652C8E" w:rsidR="00D3333F" w:rsidRPr="000754EC" w:rsidRDefault="000259E1" w:rsidP="00A74C2D">
            <w:pPr>
              <w:pStyle w:val="SIBulletList2"/>
            </w:pPr>
            <w:r w:rsidRPr="000259E1">
              <w:t>incorrectly positioned hardware</w:t>
            </w:r>
            <w:r w:rsidR="00A74C2D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60129A8" w14:textId="0872BF2D" w:rsidR="00C96A63" w:rsidRDefault="00C96A63" w:rsidP="00C96A63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5A7B552" w14:textId="77777777" w:rsidR="00C96A63" w:rsidRDefault="00C96A63" w:rsidP="00C96A63">
            <w:pPr>
              <w:pStyle w:val="SIBulletList1"/>
            </w:pPr>
            <w:r>
              <w:t>physical conditions:</w:t>
            </w:r>
          </w:p>
          <w:p w14:paraId="3DE3F9D5" w14:textId="77777777" w:rsidR="00C96A63" w:rsidRPr="001A46FE" w:rsidRDefault="00C96A63" w:rsidP="00C96A63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6DF441B5" w14:textId="77777777" w:rsidR="00C96A63" w:rsidRDefault="00C96A63" w:rsidP="00C96A63">
            <w:pPr>
              <w:pStyle w:val="SIBulletList1"/>
            </w:pPr>
            <w:r>
              <w:t>resources, equipment and materials:</w:t>
            </w:r>
          </w:p>
          <w:p w14:paraId="271B2A3B" w14:textId="4E919C89" w:rsidR="002747A7" w:rsidRDefault="002747A7" w:rsidP="00C96A63">
            <w:pPr>
              <w:pStyle w:val="SIBulletList2"/>
            </w:pPr>
            <w:r>
              <w:t xml:space="preserve">timber </w:t>
            </w:r>
            <w:r w:rsidR="00C96A63">
              <w:t xml:space="preserve">products and </w:t>
            </w:r>
            <w:r>
              <w:t>components to assemble timber frames</w:t>
            </w:r>
          </w:p>
          <w:p w14:paraId="4E89BB15" w14:textId="2A587652" w:rsidR="00C96A63" w:rsidRPr="00C219A1" w:rsidRDefault="00C96A63" w:rsidP="00C96A63">
            <w:pPr>
              <w:pStyle w:val="SIBulletList2"/>
            </w:pPr>
            <w:r>
              <w:t>equipment</w:t>
            </w:r>
            <w:r w:rsidR="002747A7">
              <w:t>, tools and machinery</w:t>
            </w:r>
            <w:r>
              <w:t xml:space="preserve"> to </w:t>
            </w:r>
            <w:r w:rsidR="002747A7">
              <w:t>assemble,</w:t>
            </w:r>
            <w:r>
              <w:t xml:space="preserve"> bind and protect contents</w:t>
            </w:r>
          </w:p>
          <w:p w14:paraId="14DAF810" w14:textId="77777777" w:rsidR="00C96A63" w:rsidRPr="00C219A1" w:rsidRDefault="00C96A63" w:rsidP="00C96A63">
            <w:pPr>
              <w:pStyle w:val="SIBulletList1"/>
            </w:pPr>
            <w:r>
              <w:t>specifications:</w:t>
            </w:r>
          </w:p>
          <w:p w14:paraId="2F6B32B7" w14:textId="77777777" w:rsidR="00C96A63" w:rsidRDefault="00C96A63" w:rsidP="00C96A63">
            <w:pPr>
              <w:pStyle w:val="SIBulletList2"/>
            </w:pPr>
            <w:r w:rsidRPr="00C219A1">
              <w:t>organisational policies and procedures</w:t>
            </w:r>
          </w:p>
          <w:p w14:paraId="3E855319" w14:textId="77777777" w:rsidR="00C96A63" w:rsidRDefault="00C96A63" w:rsidP="00C96A63">
            <w:pPr>
              <w:pStyle w:val="SIBulletList2"/>
            </w:pPr>
            <w:r>
              <w:t>workplace safety and environmental documentation</w:t>
            </w:r>
          </w:p>
          <w:p w14:paraId="26DC48EA" w14:textId="3E2D737C" w:rsidR="002747A7" w:rsidRPr="00C219A1" w:rsidRDefault="002747A7" w:rsidP="00C96A63">
            <w:pPr>
              <w:pStyle w:val="SIBulletList2"/>
            </w:pPr>
            <w:r>
              <w:t>job design specifications and work orders</w:t>
            </w:r>
          </w:p>
          <w:p w14:paraId="1BD1BDE7" w14:textId="77777777" w:rsidR="00C96A63" w:rsidRDefault="00693D4D" w:rsidP="00A74C2D">
            <w:pPr>
              <w:pStyle w:val="SIBulletList1"/>
            </w:pPr>
            <w:r>
              <w:t>relationships:</w:t>
            </w:r>
          </w:p>
          <w:p w14:paraId="0A5F6357" w14:textId="23ACB8E0" w:rsidR="00693D4D" w:rsidRDefault="00693D4D" w:rsidP="00A74C2D">
            <w:pPr>
              <w:pStyle w:val="SIBulletList2"/>
            </w:pPr>
            <w:r>
              <w:t>supervisor or team member</w:t>
            </w:r>
          </w:p>
          <w:p w14:paraId="7854982A" w14:textId="77777777" w:rsidR="00693D4D" w:rsidRPr="00A74C2D" w:rsidRDefault="00693D4D" w:rsidP="00A74C2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39215B3" w14:textId="192AE950" w:rsidR="00F1480E" w:rsidRPr="00255C67" w:rsidRDefault="00C96A63" w:rsidP="00A74C2D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73490D96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52431" w14:textId="77777777" w:rsidR="00E31F9F" w:rsidRDefault="00E31F9F" w:rsidP="00BF3F0A">
      <w:r>
        <w:separator/>
      </w:r>
    </w:p>
    <w:p w14:paraId="366A2CC4" w14:textId="77777777" w:rsidR="00E31F9F" w:rsidRDefault="00E31F9F"/>
  </w:endnote>
  <w:endnote w:type="continuationSeparator" w:id="0">
    <w:p w14:paraId="2AB9FAF1" w14:textId="77777777" w:rsidR="00E31F9F" w:rsidRDefault="00E31F9F" w:rsidP="00BF3F0A">
      <w:r>
        <w:continuationSeparator/>
      </w:r>
    </w:p>
    <w:p w14:paraId="3BDCB47C" w14:textId="77777777" w:rsidR="00E31F9F" w:rsidRDefault="00E31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7AB704" w14:textId="55B5DEB0" w:rsidR="00D810DE" w:rsidRDefault="00084C14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>
          <w:rPr>
            <w:noProof/>
          </w:rPr>
          <w:t>4</w:t>
        </w:r>
        <w:r w:rsidR="00D810DE" w:rsidRPr="000754EC">
          <w:fldChar w:fldCharType="end"/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83D26" w14:textId="77777777" w:rsidR="00E31F9F" w:rsidRDefault="00E31F9F" w:rsidP="00BF3F0A">
      <w:r>
        <w:separator/>
      </w:r>
    </w:p>
    <w:p w14:paraId="308EC43B" w14:textId="77777777" w:rsidR="00E31F9F" w:rsidRDefault="00E31F9F"/>
  </w:footnote>
  <w:footnote w:type="continuationSeparator" w:id="0">
    <w:p w14:paraId="6A8F3CAE" w14:textId="77777777" w:rsidR="00E31F9F" w:rsidRDefault="00E31F9F" w:rsidP="00BF3F0A">
      <w:r>
        <w:continuationSeparator/>
      </w:r>
    </w:p>
    <w:p w14:paraId="1417D513" w14:textId="77777777" w:rsidR="00E31F9F" w:rsidRDefault="00E31F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E456593" w:rsidR="009C2650" w:rsidRPr="00B25265" w:rsidRDefault="00B25265" w:rsidP="00B25265">
    <w:r w:rsidRPr="00B25265">
      <w:t>FWPCOT3</w:t>
    </w:r>
    <w:r w:rsidR="00EA4D59">
      <w:t>XXX</w:t>
    </w:r>
    <w:r w:rsidRPr="00B25265">
      <w:t xml:space="preserve"> Assemble timber wall frames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xsjA3NzKyNLNQ0lEKTi0uzszPAykwrAUAmUBPT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30911"/>
    <w:rsid w:val="00037F9C"/>
    <w:rsid w:val="00041E59"/>
    <w:rsid w:val="00064BFE"/>
    <w:rsid w:val="00070B3E"/>
    <w:rsid w:val="00071F95"/>
    <w:rsid w:val="00072412"/>
    <w:rsid w:val="000737BB"/>
    <w:rsid w:val="00074E47"/>
    <w:rsid w:val="000754EC"/>
    <w:rsid w:val="0008457C"/>
    <w:rsid w:val="00084C14"/>
    <w:rsid w:val="0009093B"/>
    <w:rsid w:val="00093449"/>
    <w:rsid w:val="00097D2B"/>
    <w:rsid w:val="000A5441"/>
    <w:rsid w:val="000A69AE"/>
    <w:rsid w:val="000C149A"/>
    <w:rsid w:val="000C224E"/>
    <w:rsid w:val="000E25E6"/>
    <w:rsid w:val="000E2C86"/>
    <w:rsid w:val="000E3435"/>
    <w:rsid w:val="000F29F2"/>
    <w:rsid w:val="00101659"/>
    <w:rsid w:val="00103E31"/>
    <w:rsid w:val="00105AEA"/>
    <w:rsid w:val="001078BF"/>
    <w:rsid w:val="00126F8B"/>
    <w:rsid w:val="00133957"/>
    <w:rsid w:val="001372F6"/>
    <w:rsid w:val="00144385"/>
    <w:rsid w:val="00146EEC"/>
    <w:rsid w:val="00147390"/>
    <w:rsid w:val="00151D55"/>
    <w:rsid w:val="00151D93"/>
    <w:rsid w:val="00156EF3"/>
    <w:rsid w:val="001766A1"/>
    <w:rsid w:val="00176E4F"/>
    <w:rsid w:val="00180594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68C"/>
    <w:rsid w:val="0021210E"/>
    <w:rsid w:val="0021414D"/>
    <w:rsid w:val="00223124"/>
    <w:rsid w:val="002261D8"/>
    <w:rsid w:val="00233143"/>
    <w:rsid w:val="00234444"/>
    <w:rsid w:val="00242293"/>
    <w:rsid w:val="00244EA7"/>
    <w:rsid w:val="00247727"/>
    <w:rsid w:val="00255C67"/>
    <w:rsid w:val="002623EC"/>
    <w:rsid w:val="00262FC3"/>
    <w:rsid w:val="0026394F"/>
    <w:rsid w:val="00264091"/>
    <w:rsid w:val="00267AF6"/>
    <w:rsid w:val="002722FC"/>
    <w:rsid w:val="002747A7"/>
    <w:rsid w:val="00276DB8"/>
    <w:rsid w:val="00282664"/>
    <w:rsid w:val="00284FCD"/>
    <w:rsid w:val="00285FB8"/>
    <w:rsid w:val="0029105D"/>
    <w:rsid w:val="00293CAB"/>
    <w:rsid w:val="002970C3"/>
    <w:rsid w:val="002A151C"/>
    <w:rsid w:val="002A4CD3"/>
    <w:rsid w:val="002A6CC4"/>
    <w:rsid w:val="002C1DDE"/>
    <w:rsid w:val="002C55E9"/>
    <w:rsid w:val="002D0C8B"/>
    <w:rsid w:val="002D330A"/>
    <w:rsid w:val="002E170C"/>
    <w:rsid w:val="002E193E"/>
    <w:rsid w:val="002E26A3"/>
    <w:rsid w:val="002F785F"/>
    <w:rsid w:val="002F7B20"/>
    <w:rsid w:val="00305EFF"/>
    <w:rsid w:val="00310A6A"/>
    <w:rsid w:val="003144E6"/>
    <w:rsid w:val="00334110"/>
    <w:rsid w:val="00337E82"/>
    <w:rsid w:val="003404AD"/>
    <w:rsid w:val="00346FDC"/>
    <w:rsid w:val="003504E4"/>
    <w:rsid w:val="00350BB1"/>
    <w:rsid w:val="00352C83"/>
    <w:rsid w:val="003575C2"/>
    <w:rsid w:val="003657FF"/>
    <w:rsid w:val="00365CD6"/>
    <w:rsid w:val="00366805"/>
    <w:rsid w:val="0037067D"/>
    <w:rsid w:val="00373436"/>
    <w:rsid w:val="00376DFC"/>
    <w:rsid w:val="00381BE8"/>
    <w:rsid w:val="00383DB0"/>
    <w:rsid w:val="0038735B"/>
    <w:rsid w:val="003916D1"/>
    <w:rsid w:val="0039789C"/>
    <w:rsid w:val="003A210F"/>
    <w:rsid w:val="003A21F0"/>
    <w:rsid w:val="003A277F"/>
    <w:rsid w:val="003A58BA"/>
    <w:rsid w:val="003A5AE7"/>
    <w:rsid w:val="003A7221"/>
    <w:rsid w:val="003B3493"/>
    <w:rsid w:val="003C13AE"/>
    <w:rsid w:val="003C7D7A"/>
    <w:rsid w:val="003D2E73"/>
    <w:rsid w:val="003E72B6"/>
    <w:rsid w:val="003E7BBE"/>
    <w:rsid w:val="004127E3"/>
    <w:rsid w:val="0043212E"/>
    <w:rsid w:val="00434366"/>
    <w:rsid w:val="00434ECE"/>
    <w:rsid w:val="00444423"/>
    <w:rsid w:val="00445900"/>
    <w:rsid w:val="00452F3E"/>
    <w:rsid w:val="004640AE"/>
    <w:rsid w:val="004679E3"/>
    <w:rsid w:val="00475172"/>
    <w:rsid w:val="004758B0"/>
    <w:rsid w:val="004831FD"/>
    <w:rsid w:val="004832D2"/>
    <w:rsid w:val="00485559"/>
    <w:rsid w:val="004A119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0E55"/>
    <w:rsid w:val="005145AB"/>
    <w:rsid w:val="00520598"/>
    <w:rsid w:val="00520E9A"/>
    <w:rsid w:val="0052269E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902"/>
    <w:rsid w:val="00584DCC"/>
    <w:rsid w:val="00595C2D"/>
    <w:rsid w:val="005A1D70"/>
    <w:rsid w:val="005A2FDF"/>
    <w:rsid w:val="005A3AA5"/>
    <w:rsid w:val="005A4913"/>
    <w:rsid w:val="005A6AF3"/>
    <w:rsid w:val="005A6C9C"/>
    <w:rsid w:val="005A74DC"/>
    <w:rsid w:val="005B3738"/>
    <w:rsid w:val="005B5146"/>
    <w:rsid w:val="005C1A7E"/>
    <w:rsid w:val="005C4E73"/>
    <w:rsid w:val="005C50C4"/>
    <w:rsid w:val="005D1AFD"/>
    <w:rsid w:val="005E51E6"/>
    <w:rsid w:val="005F027A"/>
    <w:rsid w:val="005F33CC"/>
    <w:rsid w:val="005F771F"/>
    <w:rsid w:val="005F7B3A"/>
    <w:rsid w:val="006121D4"/>
    <w:rsid w:val="00613B49"/>
    <w:rsid w:val="00613C71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080D"/>
    <w:rsid w:val="00652E62"/>
    <w:rsid w:val="00660C7A"/>
    <w:rsid w:val="00683AF1"/>
    <w:rsid w:val="00684B3B"/>
    <w:rsid w:val="00686A49"/>
    <w:rsid w:val="00687B62"/>
    <w:rsid w:val="0069019A"/>
    <w:rsid w:val="00690C44"/>
    <w:rsid w:val="00693D4D"/>
    <w:rsid w:val="00694215"/>
    <w:rsid w:val="006966B9"/>
    <w:rsid w:val="006969D9"/>
    <w:rsid w:val="006A2B68"/>
    <w:rsid w:val="006B05C3"/>
    <w:rsid w:val="006C2F32"/>
    <w:rsid w:val="006D38C3"/>
    <w:rsid w:val="006D4448"/>
    <w:rsid w:val="006D6DFD"/>
    <w:rsid w:val="006E0138"/>
    <w:rsid w:val="006E0F66"/>
    <w:rsid w:val="006E2C4D"/>
    <w:rsid w:val="006E42FE"/>
    <w:rsid w:val="006E6D77"/>
    <w:rsid w:val="006F0D02"/>
    <w:rsid w:val="006F10FE"/>
    <w:rsid w:val="006F3622"/>
    <w:rsid w:val="006F69D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6E4D"/>
    <w:rsid w:val="00771B60"/>
    <w:rsid w:val="00781D77"/>
    <w:rsid w:val="00783549"/>
    <w:rsid w:val="007860B7"/>
    <w:rsid w:val="00786DC8"/>
    <w:rsid w:val="00791062"/>
    <w:rsid w:val="007A300D"/>
    <w:rsid w:val="007A70F5"/>
    <w:rsid w:val="007D10F3"/>
    <w:rsid w:val="007D5A78"/>
    <w:rsid w:val="007D72A7"/>
    <w:rsid w:val="007E3BD1"/>
    <w:rsid w:val="007F07A6"/>
    <w:rsid w:val="007F1563"/>
    <w:rsid w:val="007F1EB2"/>
    <w:rsid w:val="007F44DB"/>
    <w:rsid w:val="007F5A8B"/>
    <w:rsid w:val="007F61E4"/>
    <w:rsid w:val="00804F58"/>
    <w:rsid w:val="00817D51"/>
    <w:rsid w:val="00823530"/>
    <w:rsid w:val="00823FF4"/>
    <w:rsid w:val="00830267"/>
    <w:rsid w:val="008306E7"/>
    <w:rsid w:val="00830A62"/>
    <w:rsid w:val="008322BE"/>
    <w:rsid w:val="00834BC8"/>
    <w:rsid w:val="008376C0"/>
    <w:rsid w:val="00837FD6"/>
    <w:rsid w:val="00841582"/>
    <w:rsid w:val="00847B60"/>
    <w:rsid w:val="00850243"/>
    <w:rsid w:val="00851BE5"/>
    <w:rsid w:val="008545EB"/>
    <w:rsid w:val="00865011"/>
    <w:rsid w:val="00877F2F"/>
    <w:rsid w:val="00884363"/>
    <w:rsid w:val="00886790"/>
    <w:rsid w:val="008908DE"/>
    <w:rsid w:val="008A12ED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E6E3E"/>
    <w:rsid w:val="008F2392"/>
    <w:rsid w:val="008F32F6"/>
    <w:rsid w:val="009060F8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07DD"/>
    <w:rsid w:val="00944C09"/>
    <w:rsid w:val="009527CB"/>
    <w:rsid w:val="00953835"/>
    <w:rsid w:val="00960F6C"/>
    <w:rsid w:val="00967895"/>
    <w:rsid w:val="00970747"/>
    <w:rsid w:val="009748BB"/>
    <w:rsid w:val="00984101"/>
    <w:rsid w:val="0099334D"/>
    <w:rsid w:val="00997BFC"/>
    <w:rsid w:val="009A5900"/>
    <w:rsid w:val="009A6E6C"/>
    <w:rsid w:val="009A6F3F"/>
    <w:rsid w:val="009B1BA2"/>
    <w:rsid w:val="009B331A"/>
    <w:rsid w:val="009C2650"/>
    <w:rsid w:val="009C2CE6"/>
    <w:rsid w:val="009D15E2"/>
    <w:rsid w:val="009D15FE"/>
    <w:rsid w:val="009D5D2C"/>
    <w:rsid w:val="009F0DCC"/>
    <w:rsid w:val="009F11CA"/>
    <w:rsid w:val="009F1577"/>
    <w:rsid w:val="009F44A7"/>
    <w:rsid w:val="00A01222"/>
    <w:rsid w:val="00A05B57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74C2D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1EA1"/>
    <w:rsid w:val="00AF3957"/>
    <w:rsid w:val="00B02B35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0331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816"/>
    <w:rsid w:val="00BC5075"/>
    <w:rsid w:val="00BC5419"/>
    <w:rsid w:val="00BD3B0F"/>
    <w:rsid w:val="00BF1D4C"/>
    <w:rsid w:val="00BF3E01"/>
    <w:rsid w:val="00BF3F0A"/>
    <w:rsid w:val="00C12573"/>
    <w:rsid w:val="00C1273A"/>
    <w:rsid w:val="00C143C3"/>
    <w:rsid w:val="00C1739B"/>
    <w:rsid w:val="00C219A1"/>
    <w:rsid w:val="00C21ADE"/>
    <w:rsid w:val="00C24D9D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96A63"/>
    <w:rsid w:val="00C96AF3"/>
    <w:rsid w:val="00C97CCC"/>
    <w:rsid w:val="00CA0274"/>
    <w:rsid w:val="00CA079F"/>
    <w:rsid w:val="00CB746F"/>
    <w:rsid w:val="00CC0ACB"/>
    <w:rsid w:val="00CC451E"/>
    <w:rsid w:val="00CD3E10"/>
    <w:rsid w:val="00CD4E9D"/>
    <w:rsid w:val="00CD4F4D"/>
    <w:rsid w:val="00CD77C7"/>
    <w:rsid w:val="00CE7D19"/>
    <w:rsid w:val="00CF0CF5"/>
    <w:rsid w:val="00CF2B3E"/>
    <w:rsid w:val="00D0201F"/>
    <w:rsid w:val="00D03685"/>
    <w:rsid w:val="00D07D4E"/>
    <w:rsid w:val="00D104CC"/>
    <w:rsid w:val="00D115AA"/>
    <w:rsid w:val="00D12BB3"/>
    <w:rsid w:val="00D145BE"/>
    <w:rsid w:val="00D2035A"/>
    <w:rsid w:val="00D20C57"/>
    <w:rsid w:val="00D25D16"/>
    <w:rsid w:val="00D32124"/>
    <w:rsid w:val="00D3333F"/>
    <w:rsid w:val="00D41F93"/>
    <w:rsid w:val="00D54C76"/>
    <w:rsid w:val="00D71E43"/>
    <w:rsid w:val="00D727F3"/>
    <w:rsid w:val="00D73695"/>
    <w:rsid w:val="00D810DE"/>
    <w:rsid w:val="00D81B9F"/>
    <w:rsid w:val="00D87D32"/>
    <w:rsid w:val="00D91188"/>
    <w:rsid w:val="00D92C83"/>
    <w:rsid w:val="00D96F32"/>
    <w:rsid w:val="00DA0A81"/>
    <w:rsid w:val="00DA3C10"/>
    <w:rsid w:val="00DA53B5"/>
    <w:rsid w:val="00DA662B"/>
    <w:rsid w:val="00DB5B4D"/>
    <w:rsid w:val="00DC1D69"/>
    <w:rsid w:val="00DC5A3A"/>
    <w:rsid w:val="00DD0726"/>
    <w:rsid w:val="00E03F36"/>
    <w:rsid w:val="00E10B89"/>
    <w:rsid w:val="00E238E6"/>
    <w:rsid w:val="00E247C1"/>
    <w:rsid w:val="00E31F9F"/>
    <w:rsid w:val="00E35064"/>
    <w:rsid w:val="00E3681D"/>
    <w:rsid w:val="00E40225"/>
    <w:rsid w:val="00E501F0"/>
    <w:rsid w:val="00E6166D"/>
    <w:rsid w:val="00E6458A"/>
    <w:rsid w:val="00E64670"/>
    <w:rsid w:val="00E70D9D"/>
    <w:rsid w:val="00E827A3"/>
    <w:rsid w:val="00E85B0C"/>
    <w:rsid w:val="00E91BFF"/>
    <w:rsid w:val="00E92933"/>
    <w:rsid w:val="00E94FAD"/>
    <w:rsid w:val="00EA4D59"/>
    <w:rsid w:val="00EB0AA4"/>
    <w:rsid w:val="00EB5C88"/>
    <w:rsid w:val="00EC0469"/>
    <w:rsid w:val="00EC1089"/>
    <w:rsid w:val="00EC5B04"/>
    <w:rsid w:val="00ED6A1D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0A6"/>
    <w:rsid w:val="00F5616F"/>
    <w:rsid w:val="00F56451"/>
    <w:rsid w:val="00F56827"/>
    <w:rsid w:val="00F62866"/>
    <w:rsid w:val="00F65EF0"/>
    <w:rsid w:val="00F67351"/>
    <w:rsid w:val="00F71651"/>
    <w:rsid w:val="00F76191"/>
    <w:rsid w:val="00F76CC6"/>
    <w:rsid w:val="00F775FC"/>
    <w:rsid w:val="00F83D7C"/>
    <w:rsid w:val="00F92D0F"/>
    <w:rsid w:val="00FA12BB"/>
    <w:rsid w:val="00FB232E"/>
    <w:rsid w:val="00FC7479"/>
    <w:rsid w:val="00FC7C78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A2FD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49E69294-59F3-4E4F-9A89-293178485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436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47</cp:revision>
  <cp:lastPrinted>2016-05-27T05:21:00Z</cp:lastPrinted>
  <dcterms:created xsi:type="dcterms:W3CDTF">2019-07-21T23:08:00Z</dcterms:created>
  <dcterms:modified xsi:type="dcterms:W3CDTF">2020-02-05T22:15:00Z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